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6"/>
        <w:gridCol w:w="159"/>
        <w:gridCol w:w="7764"/>
      </w:tblGrid>
      <w:tr w:rsidR="00022CCA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6D0E48" w:rsidRDefault="00022CCA" w:rsidP="00BA78AE"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B53A64" w:rsidP="00BA78A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B53A64" w:rsidP="00F722F3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="00022CCA" w:rsidRPr="005A7201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022CCA" w:rsidRPr="005A7201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022CCA" w:rsidRPr="005A72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722F3">
              <w:rPr>
                <w:rFonts w:ascii="Arial" w:hAnsi="Arial" w:cs="Arial"/>
                <w:sz w:val="18"/>
                <w:szCs w:val="18"/>
              </w:rPr>
              <w:t>31</w:t>
            </w: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B53A64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A7201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5A7201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5A72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722F3">
              <w:rPr>
                <w:rFonts w:ascii="Arial" w:hAnsi="Arial" w:cs="Arial"/>
                <w:noProof/>
                <w:sz w:val="18"/>
                <w:szCs w:val="18"/>
              </w:rPr>
              <w:t>Monday, 3 August 2020</w:t>
            </w:r>
            <w:r w:rsidRPr="005A72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B53A64" w:rsidP="005A72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86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F722F3" w:rsidP="00BA78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Referred to IOD with painful VVs. Not responding to CH. Please assess with venous duplex and art spot check.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86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9753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A7201">
              <w:rPr>
                <w:rFonts w:ascii="Arial" w:hAnsi="Arial"/>
                <w:b/>
                <w:bCs/>
                <w:sz w:val="18"/>
                <w:szCs w:val="20"/>
              </w:rPr>
              <w:t>Left Lower Extremity Venous Duplex</w:t>
            </w:r>
          </w:p>
        </w:tc>
      </w:tr>
      <w:tr w:rsidR="00E00E93" w:rsidRPr="005A7201" w:rsidTr="005A7201">
        <w:trPr>
          <w:trHeight w:val="7938"/>
        </w:trPr>
        <w:tc>
          <w:tcPr>
            <w:tcW w:w="9753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BF3A4B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2143125</wp:posOffset>
                      </wp:positionH>
                      <wp:positionV relativeFrom="paragraph">
                        <wp:posOffset>3520506</wp:posOffset>
                      </wp:positionV>
                      <wp:extent cx="90805" cy="90805"/>
                      <wp:effectExtent l="5715" t="10795" r="8255" b="12700"/>
                      <wp:wrapNone/>
                      <wp:docPr id="71" name="AutoShape 5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C1E6B7" id="_x0000_t123" coordsize="21600,21600" o:spt="123" path="m10800,qx,10800,10800,21600,21600,10800,10800,xem3163,3163nfl18437,18437em3163,18437nfl18437,3163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AutoShape 572" o:spid="_x0000_s1026" type="#_x0000_t123" style="position:absolute;margin-left:168.75pt;margin-top:277.2pt;width:7.15pt;height:7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1987550</wp:posOffset>
                      </wp:positionH>
                      <wp:positionV relativeFrom="paragraph">
                        <wp:posOffset>2512695</wp:posOffset>
                      </wp:positionV>
                      <wp:extent cx="624840" cy="1709420"/>
                      <wp:effectExtent l="19050" t="19050" r="22860" b="24130"/>
                      <wp:wrapNone/>
                      <wp:docPr id="70" name="Freeform 5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4840" cy="1709420"/>
                              </a:xfrm>
                              <a:custGeom>
                                <a:avLst/>
                                <a:gdLst>
                                  <a:gd name="T0" fmla="*/ 902 w 902"/>
                                  <a:gd name="T1" fmla="*/ 0 h 2590"/>
                                  <a:gd name="T2" fmla="*/ 687 w 902"/>
                                  <a:gd name="T3" fmla="*/ 355 h 2590"/>
                                  <a:gd name="T4" fmla="*/ 556 w 902"/>
                                  <a:gd name="T5" fmla="*/ 832 h 2590"/>
                                  <a:gd name="T6" fmla="*/ 407 w 902"/>
                                  <a:gd name="T7" fmla="*/ 1412 h 2590"/>
                                  <a:gd name="T8" fmla="*/ 164 w 902"/>
                                  <a:gd name="T9" fmla="*/ 1982 h 2590"/>
                                  <a:gd name="T10" fmla="*/ 23 w 902"/>
                                  <a:gd name="T11" fmla="*/ 2319 h 2590"/>
                                  <a:gd name="T12" fmla="*/ 23 w 902"/>
                                  <a:gd name="T13" fmla="*/ 2459 h 2590"/>
                                  <a:gd name="T14" fmla="*/ 70 w 902"/>
                                  <a:gd name="T15" fmla="*/ 2590 h 2590"/>
                                  <a:gd name="connsiteX0" fmla="*/ 10918 w 10918"/>
                                  <a:gd name="connsiteY0" fmla="*/ 0 h 10397"/>
                                  <a:gd name="connsiteX1" fmla="*/ 7497 w 10918"/>
                                  <a:gd name="connsiteY1" fmla="*/ 1768 h 10397"/>
                                  <a:gd name="connsiteX2" fmla="*/ 6045 w 10918"/>
                                  <a:gd name="connsiteY2" fmla="*/ 3609 h 10397"/>
                                  <a:gd name="connsiteX3" fmla="*/ 4393 w 10918"/>
                                  <a:gd name="connsiteY3" fmla="*/ 5849 h 10397"/>
                                  <a:gd name="connsiteX4" fmla="*/ 1699 w 10918"/>
                                  <a:gd name="connsiteY4" fmla="*/ 8050 h 10397"/>
                                  <a:gd name="connsiteX5" fmla="*/ 136 w 10918"/>
                                  <a:gd name="connsiteY5" fmla="*/ 9351 h 10397"/>
                                  <a:gd name="connsiteX6" fmla="*/ 136 w 10918"/>
                                  <a:gd name="connsiteY6" fmla="*/ 9891 h 10397"/>
                                  <a:gd name="connsiteX7" fmla="*/ 657 w 10918"/>
                                  <a:gd name="connsiteY7" fmla="*/ 10397 h 103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0918" h="10397">
                                    <a:moveTo>
                                      <a:pt x="10918" y="0"/>
                                    </a:moveTo>
                                    <a:cubicBezTo>
                                      <a:pt x="10042" y="417"/>
                                      <a:pt x="8309" y="1167"/>
                                      <a:pt x="7497" y="1768"/>
                                    </a:cubicBezTo>
                                    <a:cubicBezTo>
                                      <a:pt x="6685" y="2370"/>
                                      <a:pt x="6566" y="2930"/>
                                      <a:pt x="6045" y="3609"/>
                                    </a:cubicBezTo>
                                    <a:cubicBezTo>
                                      <a:pt x="5524" y="4289"/>
                                      <a:pt x="5114" y="5107"/>
                                      <a:pt x="4393" y="5849"/>
                                    </a:cubicBezTo>
                                    <a:cubicBezTo>
                                      <a:pt x="3673" y="6590"/>
                                      <a:pt x="2409" y="7466"/>
                                      <a:pt x="1699" y="8050"/>
                                    </a:cubicBezTo>
                                    <a:cubicBezTo>
                                      <a:pt x="990" y="8633"/>
                                      <a:pt x="391" y="9046"/>
                                      <a:pt x="136" y="9351"/>
                                    </a:cubicBezTo>
                                    <a:cubicBezTo>
                                      <a:pt x="-119" y="9656"/>
                                      <a:pt x="47" y="9717"/>
                                      <a:pt x="136" y="9891"/>
                                    </a:cubicBezTo>
                                    <a:cubicBezTo>
                                      <a:pt x="225" y="10065"/>
                                      <a:pt x="435" y="10231"/>
                                      <a:pt x="657" y="10397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257364" id="Freeform 573" o:spid="_x0000_s1026" style="position:absolute;margin-left:156.5pt;margin-top:197.85pt;width:49.2pt;height:134.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918,10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" path="m10918,c10042,417,8309,1167,7497,1768,6685,2370,6566,2930,6045,3609,5524,4289,5114,5107,4393,5849,3673,6590,2409,7466,1699,8050,990,8633,391,9046,136,9351v-255,305,-89,366,,540c225,10065,435,10231,657,10397e" filled="f" strokecolor="red" strokeweight="2.5pt">
                      <v:path arrowok="t" o:connecttype="custom" o:connectlocs="624840,0;429055,290685;345957,593373;251413,961662;97234,1323539;7783,1537442;7783,1626226;37600,1709420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2521305</wp:posOffset>
                      </wp:positionH>
                      <wp:positionV relativeFrom="paragraph">
                        <wp:posOffset>1491895</wp:posOffset>
                      </wp:positionV>
                      <wp:extent cx="165042" cy="1050925"/>
                      <wp:effectExtent l="38100" t="19050" r="45085" b="15875"/>
                      <wp:wrapNone/>
                      <wp:docPr id="33" name="Freeform 5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5042" cy="1050925"/>
                              </a:xfrm>
                              <a:custGeom>
                                <a:avLst/>
                                <a:gdLst>
                                  <a:gd name="T0" fmla="*/ 0 w 235"/>
                                  <a:gd name="T1" fmla="*/ 0 h 1094"/>
                                  <a:gd name="T2" fmla="*/ 159 w 235"/>
                                  <a:gd name="T3" fmla="*/ 468 h 1094"/>
                                  <a:gd name="T4" fmla="*/ 224 w 235"/>
                                  <a:gd name="T5" fmla="*/ 973 h 1094"/>
                                  <a:gd name="T6" fmla="*/ 224 w 235"/>
                                  <a:gd name="T7" fmla="*/ 1094 h 1094"/>
                                  <a:gd name="connsiteX0" fmla="*/ 0 w 9562"/>
                                  <a:gd name="connsiteY0" fmla="*/ 0 h 15128"/>
                                  <a:gd name="connsiteX1" fmla="*/ 6766 w 9562"/>
                                  <a:gd name="connsiteY1" fmla="*/ 4278 h 15128"/>
                                  <a:gd name="connsiteX2" fmla="*/ 9532 w 9562"/>
                                  <a:gd name="connsiteY2" fmla="*/ 8894 h 15128"/>
                                  <a:gd name="connsiteX3" fmla="*/ 4757 w 9562"/>
                                  <a:gd name="connsiteY3" fmla="*/ 15128 h 15128"/>
                                  <a:gd name="connsiteX0" fmla="*/ 0 w 11489"/>
                                  <a:gd name="connsiteY0" fmla="*/ 0 h 10000"/>
                                  <a:gd name="connsiteX1" fmla="*/ 7076 w 11489"/>
                                  <a:gd name="connsiteY1" fmla="*/ 2828 h 10000"/>
                                  <a:gd name="connsiteX2" fmla="*/ 9969 w 11489"/>
                                  <a:gd name="connsiteY2" fmla="*/ 5879 h 10000"/>
                                  <a:gd name="connsiteX3" fmla="*/ 11271 w 11489"/>
                                  <a:gd name="connsiteY3" fmla="*/ 7853 h 10000"/>
                                  <a:gd name="connsiteX4" fmla="*/ 4975 w 11489"/>
                                  <a:gd name="connsiteY4" fmla="*/ 10000 h 10000"/>
                                  <a:gd name="connsiteX0" fmla="*/ 0 w 11603"/>
                                  <a:gd name="connsiteY0" fmla="*/ 0 h 10000"/>
                                  <a:gd name="connsiteX1" fmla="*/ 7076 w 11603"/>
                                  <a:gd name="connsiteY1" fmla="*/ 2828 h 10000"/>
                                  <a:gd name="connsiteX2" fmla="*/ 10805 w 11603"/>
                                  <a:gd name="connsiteY2" fmla="*/ 5597 h 10000"/>
                                  <a:gd name="connsiteX3" fmla="*/ 11271 w 11603"/>
                                  <a:gd name="connsiteY3" fmla="*/ 7853 h 10000"/>
                                  <a:gd name="connsiteX4" fmla="*/ 4975 w 11603"/>
                                  <a:gd name="connsiteY4" fmla="*/ 10000 h 10000"/>
                                  <a:gd name="connsiteX0" fmla="*/ 0 w 11603"/>
                                  <a:gd name="connsiteY0" fmla="*/ 0 h 10000"/>
                                  <a:gd name="connsiteX1" fmla="*/ 7076 w 11603"/>
                                  <a:gd name="connsiteY1" fmla="*/ 2828 h 10000"/>
                                  <a:gd name="connsiteX2" fmla="*/ 10805 w 11603"/>
                                  <a:gd name="connsiteY2" fmla="*/ 5597 h 10000"/>
                                  <a:gd name="connsiteX3" fmla="*/ 11271 w 11603"/>
                                  <a:gd name="connsiteY3" fmla="*/ 8079 h 10000"/>
                                  <a:gd name="connsiteX4" fmla="*/ 4975 w 11603"/>
                                  <a:gd name="connsiteY4" fmla="*/ 10000 h 100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1603" h="10000">
                                    <a:moveTo>
                                      <a:pt x="0" y="0"/>
                                    </a:moveTo>
                                    <a:cubicBezTo>
                                      <a:pt x="2715" y="925"/>
                                      <a:pt x="5275" y="1895"/>
                                      <a:pt x="7076" y="2828"/>
                                    </a:cubicBezTo>
                                    <a:cubicBezTo>
                                      <a:pt x="8877" y="3761"/>
                                      <a:pt x="10454" y="4854"/>
                                      <a:pt x="10805" y="5597"/>
                                    </a:cubicBezTo>
                                    <a:cubicBezTo>
                                      <a:pt x="11156" y="6340"/>
                                      <a:pt x="12103" y="7392"/>
                                      <a:pt x="11271" y="8079"/>
                                    </a:cubicBezTo>
                                    <a:cubicBezTo>
                                      <a:pt x="10439" y="8766"/>
                                      <a:pt x="5677" y="9548"/>
                                      <a:pt x="4975" y="10000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2B2F49" id="Freeform 557" o:spid="_x0000_s1026" style="position:absolute;margin-left:198.55pt;margin-top:117.45pt;width:13pt;height:82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3,1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" path="m,c2715,925,5275,1895,7076,2828v1801,933,3378,2026,3729,2769c11156,6340,12103,7392,11271,8079v-832,687,-5594,1469,-6296,1921e" filled="f" strokecolor="red" strokeweight="6pt">
                      <v:path arrowok="t" o:connecttype="custom" o:connectlocs="0,0;100650,297202;153691,588203;160320,849042;70765,1050925" o:connectangles="0,0,0,0,0"/>
                    </v:shape>
                  </w:pict>
                </mc:Fallback>
              </mc:AlternateContent>
            </w:r>
            <w:r w:rsidR="005F7E3A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4157345</wp:posOffset>
                      </wp:positionH>
                      <wp:positionV relativeFrom="paragraph">
                        <wp:posOffset>2997200</wp:posOffset>
                      </wp:positionV>
                      <wp:extent cx="306070" cy="152400"/>
                      <wp:effectExtent l="635" t="8890" r="7620" b="635"/>
                      <wp:wrapNone/>
                      <wp:docPr id="72" name="Text Box 5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E3A" w:rsidRPr="004E4B01" w:rsidRDefault="005F7E3A" w:rsidP="005F7E3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74" o:spid="_x0000_s1026" type="#_x0000_t202" style="position:absolute;margin-left:327.35pt;margin-top:236pt;width:24.1pt;height:1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F7E3A" w:rsidRPr="004E4B01" w:rsidRDefault="005F7E3A" w:rsidP="005F7E3A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7E3A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2195195</wp:posOffset>
                      </wp:positionH>
                      <wp:positionV relativeFrom="paragraph">
                        <wp:posOffset>3331845</wp:posOffset>
                      </wp:positionV>
                      <wp:extent cx="166370" cy="802005"/>
                      <wp:effectExtent l="19685" t="19685" r="23495" b="16510"/>
                      <wp:wrapNone/>
                      <wp:docPr id="69" name="Freeform 5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66370" cy="802005"/>
                              </a:xfrm>
                              <a:custGeom>
                                <a:avLst/>
                                <a:gdLst>
                                  <a:gd name="T0" fmla="*/ 0 w 262"/>
                                  <a:gd name="T1" fmla="*/ 29 h 1263"/>
                                  <a:gd name="T2" fmla="*/ 122 w 262"/>
                                  <a:gd name="T3" fmla="*/ 20 h 1263"/>
                                  <a:gd name="T4" fmla="*/ 112 w 262"/>
                                  <a:gd name="T5" fmla="*/ 151 h 1263"/>
                                  <a:gd name="T6" fmla="*/ 215 w 262"/>
                                  <a:gd name="T7" fmla="*/ 207 h 1263"/>
                                  <a:gd name="T8" fmla="*/ 168 w 262"/>
                                  <a:gd name="T9" fmla="*/ 347 h 1263"/>
                                  <a:gd name="T10" fmla="*/ 253 w 262"/>
                                  <a:gd name="T11" fmla="*/ 422 h 1263"/>
                                  <a:gd name="T12" fmla="*/ 112 w 262"/>
                                  <a:gd name="T13" fmla="*/ 553 h 1263"/>
                                  <a:gd name="T14" fmla="*/ 197 w 262"/>
                                  <a:gd name="T15" fmla="*/ 656 h 1263"/>
                                  <a:gd name="T16" fmla="*/ 38 w 262"/>
                                  <a:gd name="T17" fmla="*/ 833 h 1263"/>
                                  <a:gd name="T18" fmla="*/ 122 w 262"/>
                                  <a:gd name="T19" fmla="*/ 946 h 1263"/>
                                  <a:gd name="T20" fmla="*/ 19 w 262"/>
                                  <a:gd name="T21" fmla="*/ 1076 h 1263"/>
                                  <a:gd name="T22" fmla="*/ 38 w 262"/>
                                  <a:gd name="T23" fmla="*/ 1263 h 12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262" h="1263">
                                    <a:moveTo>
                                      <a:pt x="0" y="29"/>
                                    </a:moveTo>
                                    <a:cubicBezTo>
                                      <a:pt x="51" y="14"/>
                                      <a:pt x="103" y="0"/>
                                      <a:pt x="122" y="20"/>
                                    </a:cubicBezTo>
                                    <a:cubicBezTo>
                                      <a:pt x="141" y="40"/>
                                      <a:pt x="97" y="120"/>
                                      <a:pt x="112" y="151"/>
                                    </a:cubicBezTo>
                                    <a:cubicBezTo>
                                      <a:pt x="127" y="182"/>
                                      <a:pt x="206" y="174"/>
                                      <a:pt x="215" y="207"/>
                                    </a:cubicBezTo>
                                    <a:cubicBezTo>
                                      <a:pt x="224" y="240"/>
                                      <a:pt x="162" y="311"/>
                                      <a:pt x="168" y="347"/>
                                    </a:cubicBezTo>
                                    <a:cubicBezTo>
                                      <a:pt x="174" y="383"/>
                                      <a:pt x="262" y="388"/>
                                      <a:pt x="253" y="422"/>
                                    </a:cubicBezTo>
                                    <a:cubicBezTo>
                                      <a:pt x="244" y="456"/>
                                      <a:pt x="121" y="514"/>
                                      <a:pt x="112" y="553"/>
                                    </a:cubicBezTo>
                                    <a:cubicBezTo>
                                      <a:pt x="103" y="592"/>
                                      <a:pt x="209" y="609"/>
                                      <a:pt x="197" y="656"/>
                                    </a:cubicBezTo>
                                    <a:cubicBezTo>
                                      <a:pt x="185" y="703"/>
                                      <a:pt x="50" y="785"/>
                                      <a:pt x="38" y="833"/>
                                    </a:cubicBezTo>
                                    <a:cubicBezTo>
                                      <a:pt x="26" y="881"/>
                                      <a:pt x="125" y="906"/>
                                      <a:pt x="122" y="946"/>
                                    </a:cubicBezTo>
                                    <a:cubicBezTo>
                                      <a:pt x="119" y="986"/>
                                      <a:pt x="33" y="1023"/>
                                      <a:pt x="19" y="1076"/>
                                    </a:cubicBezTo>
                                    <a:cubicBezTo>
                                      <a:pt x="5" y="1129"/>
                                      <a:pt x="21" y="1196"/>
                                      <a:pt x="38" y="1263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A2D87" id="Freeform 571" o:spid="_x0000_s1026" style="position:absolute;margin-left:172.85pt;margin-top:262.35pt;width:13.1pt;height:63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2,12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" path="m,29c51,14,103,,122,20,141,40,97,120,112,151v15,31,94,23,103,56c224,240,162,311,168,347v6,36,94,41,85,75c244,456,121,514,112,553v-9,39,97,56,85,103c185,703,50,785,38,833v-12,48,87,73,84,113c119,986,33,1023,19,1076v-14,53,2,120,19,187e" filled="f" strokecolor="red" strokeweight="2.5pt">
                      <v:path arrowok="t" o:connecttype="custom" o:connectlocs="0,18415;77470,12700;71120,95885;136525,131445;106680,220345;160655,267970;71120,351155;125095,416560;24130,528955;77470,600710;12065,683260;24130,802005" o:connectangles="0,0,0,0,0,0,0,0,0,0,0,0"/>
                    </v:shape>
                  </w:pict>
                </mc:Fallback>
              </mc:AlternateContent>
            </w:r>
            <w:r w:rsidR="005F7E3A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4631055</wp:posOffset>
                      </wp:positionH>
                      <wp:positionV relativeFrom="paragraph">
                        <wp:posOffset>3208020</wp:posOffset>
                      </wp:positionV>
                      <wp:extent cx="236220" cy="314325"/>
                      <wp:effectExtent l="17145" t="19685" r="22860" b="18415"/>
                      <wp:wrapNone/>
                      <wp:docPr id="68" name="Freeform 5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6220" cy="314325"/>
                              </a:xfrm>
                              <a:custGeom>
                                <a:avLst/>
                                <a:gdLst>
                                  <a:gd name="T0" fmla="*/ 17 w 372"/>
                                  <a:gd name="T1" fmla="*/ 0 h 495"/>
                                  <a:gd name="T2" fmla="*/ 26 w 372"/>
                                  <a:gd name="T3" fmla="*/ 121 h 495"/>
                                  <a:gd name="T4" fmla="*/ 176 w 372"/>
                                  <a:gd name="T5" fmla="*/ 149 h 495"/>
                                  <a:gd name="T6" fmla="*/ 148 w 372"/>
                                  <a:gd name="T7" fmla="*/ 262 h 495"/>
                                  <a:gd name="T8" fmla="*/ 288 w 372"/>
                                  <a:gd name="T9" fmla="*/ 299 h 495"/>
                                  <a:gd name="T10" fmla="*/ 222 w 372"/>
                                  <a:gd name="T11" fmla="*/ 439 h 495"/>
                                  <a:gd name="T12" fmla="*/ 372 w 372"/>
                                  <a:gd name="T13" fmla="*/ 495 h 4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372" h="495">
                                    <a:moveTo>
                                      <a:pt x="17" y="0"/>
                                    </a:moveTo>
                                    <a:cubicBezTo>
                                      <a:pt x="8" y="48"/>
                                      <a:pt x="0" y="96"/>
                                      <a:pt x="26" y="121"/>
                                    </a:cubicBezTo>
                                    <a:cubicBezTo>
                                      <a:pt x="52" y="146"/>
                                      <a:pt x="156" y="126"/>
                                      <a:pt x="176" y="149"/>
                                    </a:cubicBezTo>
                                    <a:cubicBezTo>
                                      <a:pt x="196" y="172"/>
                                      <a:pt x="129" y="237"/>
                                      <a:pt x="148" y="262"/>
                                    </a:cubicBezTo>
                                    <a:cubicBezTo>
                                      <a:pt x="167" y="287"/>
                                      <a:pt x="276" y="269"/>
                                      <a:pt x="288" y="299"/>
                                    </a:cubicBezTo>
                                    <a:cubicBezTo>
                                      <a:pt x="300" y="329"/>
                                      <a:pt x="208" y="406"/>
                                      <a:pt x="222" y="439"/>
                                    </a:cubicBezTo>
                                    <a:cubicBezTo>
                                      <a:pt x="236" y="472"/>
                                      <a:pt x="341" y="483"/>
                                      <a:pt x="372" y="495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552117" id="Freeform 565" o:spid="_x0000_s1026" style="position:absolute;margin-left:364.65pt;margin-top:252.6pt;width:18.6pt;height:2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2,4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" path="m17,c8,48,,96,26,121v26,25,130,5,150,28c196,172,129,237,148,262v19,25,128,7,140,37c300,329,208,406,222,439v14,33,119,44,150,56e" filled="f" strokecolor="red" strokeweight="2.5pt">
                      <v:path arrowok="t" o:connecttype="custom" o:connectlocs="10795,0;16510,76835;111760,94615;93980,166370;182880,189865;140970,278765;236220,314325" o:connectangles="0,0,0,0,0,0,0"/>
                    </v:shape>
                  </w:pict>
                </mc:Fallback>
              </mc:AlternateContent>
            </w:r>
            <w:r w:rsidR="005F7E3A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2064385</wp:posOffset>
                      </wp:positionH>
                      <wp:positionV relativeFrom="paragraph">
                        <wp:posOffset>3228975</wp:posOffset>
                      </wp:positionV>
                      <wp:extent cx="127635" cy="139065"/>
                      <wp:effectExtent l="22225" t="21590" r="21590" b="20320"/>
                      <wp:wrapNone/>
                      <wp:docPr id="67" name="Freeform 5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7635" cy="139065"/>
                              </a:xfrm>
                              <a:custGeom>
                                <a:avLst/>
                                <a:gdLst>
                                  <a:gd name="T0" fmla="*/ 0 w 201"/>
                                  <a:gd name="T1" fmla="*/ 60 h 219"/>
                                  <a:gd name="T2" fmla="*/ 85 w 201"/>
                                  <a:gd name="T3" fmla="*/ 23 h 219"/>
                                  <a:gd name="T4" fmla="*/ 103 w 201"/>
                                  <a:gd name="T5" fmla="*/ 201 h 219"/>
                                  <a:gd name="T6" fmla="*/ 187 w 201"/>
                                  <a:gd name="T7" fmla="*/ 88 h 219"/>
                                  <a:gd name="T8" fmla="*/ 187 w 201"/>
                                  <a:gd name="T9" fmla="*/ 219 h 2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201" h="219">
                                    <a:moveTo>
                                      <a:pt x="0" y="60"/>
                                    </a:moveTo>
                                    <a:cubicBezTo>
                                      <a:pt x="34" y="30"/>
                                      <a:pt x="68" y="0"/>
                                      <a:pt x="85" y="23"/>
                                    </a:cubicBezTo>
                                    <a:cubicBezTo>
                                      <a:pt x="102" y="46"/>
                                      <a:pt x="86" y="190"/>
                                      <a:pt x="103" y="201"/>
                                    </a:cubicBezTo>
                                    <a:cubicBezTo>
                                      <a:pt x="120" y="212"/>
                                      <a:pt x="173" y="85"/>
                                      <a:pt x="187" y="88"/>
                                    </a:cubicBezTo>
                                    <a:cubicBezTo>
                                      <a:pt x="201" y="91"/>
                                      <a:pt x="194" y="155"/>
                                      <a:pt x="187" y="219"/>
                                    </a:cubicBezTo>
                                  </a:path>
                                </a:pathLst>
                              </a:custGeom>
                              <a:noFill/>
                              <a:ln w="381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F7ECBC" id="Freeform 570" o:spid="_x0000_s1026" style="position:absolute;margin-left:162.55pt;margin-top:254.25pt;width:10.05pt;height:10.9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1,2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" path="m,60c34,30,68,,85,23v17,23,1,167,18,178c120,212,173,85,187,88v14,3,7,67,,131e" filled="f" strokecolor="red" strokeweight="3pt">
                      <v:path arrowok="t" o:connecttype="custom" o:connectlocs="0,38100;53975,14605;65405,127635;118745,55880;118745,139065" o:connectangles="0,0,0,0,0"/>
                    </v:shape>
                  </w:pict>
                </mc:Fallback>
              </mc:AlternateContent>
            </w:r>
            <w:r w:rsidR="005F7E3A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2141855</wp:posOffset>
                      </wp:positionH>
                      <wp:positionV relativeFrom="paragraph">
                        <wp:posOffset>2799080</wp:posOffset>
                      </wp:positionV>
                      <wp:extent cx="245745" cy="278765"/>
                      <wp:effectExtent l="13970" t="10795" r="16510" b="15240"/>
                      <wp:wrapNone/>
                      <wp:docPr id="66" name="Freeform 5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5745" cy="278765"/>
                              </a:xfrm>
                              <a:custGeom>
                                <a:avLst/>
                                <a:gdLst>
                                  <a:gd name="T0" fmla="*/ 262 w 387"/>
                                  <a:gd name="T1" fmla="*/ 111 h 439"/>
                                  <a:gd name="T2" fmla="*/ 187 w 387"/>
                                  <a:gd name="T3" fmla="*/ 111 h 439"/>
                                  <a:gd name="T4" fmla="*/ 94 w 387"/>
                                  <a:gd name="T5" fmla="*/ 186 h 439"/>
                                  <a:gd name="T6" fmla="*/ 37 w 387"/>
                                  <a:gd name="T7" fmla="*/ 8 h 439"/>
                                  <a:gd name="T8" fmla="*/ 19 w 387"/>
                                  <a:gd name="T9" fmla="*/ 232 h 439"/>
                                  <a:gd name="T10" fmla="*/ 150 w 387"/>
                                  <a:gd name="T11" fmla="*/ 232 h 439"/>
                                  <a:gd name="T12" fmla="*/ 140 w 387"/>
                                  <a:gd name="T13" fmla="*/ 345 h 439"/>
                                  <a:gd name="T14" fmla="*/ 252 w 387"/>
                                  <a:gd name="T15" fmla="*/ 242 h 439"/>
                                  <a:gd name="T16" fmla="*/ 271 w 387"/>
                                  <a:gd name="T17" fmla="*/ 345 h 439"/>
                                  <a:gd name="T18" fmla="*/ 374 w 387"/>
                                  <a:gd name="T19" fmla="*/ 279 h 439"/>
                                  <a:gd name="T20" fmla="*/ 346 w 387"/>
                                  <a:gd name="T21" fmla="*/ 419 h 439"/>
                                  <a:gd name="T22" fmla="*/ 252 w 387"/>
                                  <a:gd name="T23" fmla="*/ 401 h 439"/>
                                  <a:gd name="T24" fmla="*/ 187 w 387"/>
                                  <a:gd name="T25" fmla="*/ 419 h 43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</a:cxnLst>
                                <a:rect l="0" t="0" r="r" b="b"/>
                                <a:pathLst>
                                  <a:path w="387" h="439">
                                    <a:moveTo>
                                      <a:pt x="262" y="111"/>
                                    </a:moveTo>
                                    <a:cubicBezTo>
                                      <a:pt x="238" y="105"/>
                                      <a:pt x="215" y="99"/>
                                      <a:pt x="187" y="111"/>
                                    </a:cubicBezTo>
                                    <a:cubicBezTo>
                                      <a:pt x="159" y="123"/>
                                      <a:pt x="119" y="203"/>
                                      <a:pt x="94" y="186"/>
                                    </a:cubicBezTo>
                                    <a:cubicBezTo>
                                      <a:pt x="69" y="169"/>
                                      <a:pt x="49" y="0"/>
                                      <a:pt x="37" y="8"/>
                                    </a:cubicBezTo>
                                    <a:cubicBezTo>
                                      <a:pt x="25" y="16"/>
                                      <a:pt x="0" y="195"/>
                                      <a:pt x="19" y="232"/>
                                    </a:cubicBezTo>
                                    <a:cubicBezTo>
                                      <a:pt x="38" y="269"/>
                                      <a:pt x="130" y="213"/>
                                      <a:pt x="150" y="232"/>
                                    </a:cubicBezTo>
                                    <a:cubicBezTo>
                                      <a:pt x="170" y="251"/>
                                      <a:pt x="123" y="343"/>
                                      <a:pt x="140" y="345"/>
                                    </a:cubicBezTo>
                                    <a:cubicBezTo>
                                      <a:pt x="157" y="347"/>
                                      <a:pt x="230" y="242"/>
                                      <a:pt x="252" y="242"/>
                                    </a:cubicBezTo>
                                    <a:cubicBezTo>
                                      <a:pt x="274" y="242"/>
                                      <a:pt x="251" y="339"/>
                                      <a:pt x="271" y="345"/>
                                    </a:cubicBezTo>
                                    <a:cubicBezTo>
                                      <a:pt x="291" y="351"/>
                                      <a:pt x="361" y="267"/>
                                      <a:pt x="374" y="279"/>
                                    </a:cubicBezTo>
                                    <a:cubicBezTo>
                                      <a:pt x="387" y="291"/>
                                      <a:pt x="366" y="399"/>
                                      <a:pt x="346" y="419"/>
                                    </a:cubicBezTo>
                                    <a:cubicBezTo>
                                      <a:pt x="326" y="439"/>
                                      <a:pt x="278" y="401"/>
                                      <a:pt x="252" y="401"/>
                                    </a:cubicBezTo>
                                    <a:cubicBezTo>
                                      <a:pt x="226" y="401"/>
                                      <a:pt x="206" y="410"/>
                                      <a:pt x="187" y="419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0F4BCB" id="Freeform 569" o:spid="_x0000_s1026" style="position:absolute;margin-left:168.65pt;margin-top:220.4pt;width:19.35pt;height:21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87,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" path="m262,111v-24,-6,-47,-12,-75,c159,123,119,203,94,186,69,169,49,,37,8,25,16,,195,19,232v19,37,111,-19,131,c170,251,123,343,140,345v17,2,90,-103,112,-103c274,242,251,339,271,345v20,6,90,-78,103,-66c387,291,366,399,346,419v-20,20,-68,-18,-94,-18c226,401,206,410,187,419e" filled="f" strokecolor="red" strokeweight="1.5pt">
                      <v:path arrowok="t" o:connecttype="custom" o:connectlocs="166370,70485;118745,70485;59690,118110;23495,5080;12065,147320;95250,147320;88900,219075;160020,153670;172085,219075;237490,177165;219710,266065;160020,254635;118745,266065" o:connectangles="0,0,0,0,0,0,0,0,0,0,0,0,0"/>
                    </v:shape>
                  </w:pict>
                </mc:Fallback>
              </mc:AlternateContent>
            </w:r>
            <w:r w:rsidR="005F7E3A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2385060</wp:posOffset>
                      </wp:positionH>
                      <wp:positionV relativeFrom="paragraph">
                        <wp:posOffset>2592070</wp:posOffset>
                      </wp:positionV>
                      <wp:extent cx="380365" cy="568325"/>
                      <wp:effectExtent l="9525" t="13335" r="10160" b="18415"/>
                      <wp:wrapNone/>
                      <wp:docPr id="65" name="Freeform 5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0365" cy="568325"/>
                              </a:xfrm>
                              <a:custGeom>
                                <a:avLst/>
                                <a:gdLst>
                                  <a:gd name="T0" fmla="*/ 0 w 599"/>
                                  <a:gd name="T1" fmla="*/ 81 h 895"/>
                                  <a:gd name="T2" fmla="*/ 169 w 599"/>
                                  <a:gd name="T3" fmla="*/ 25 h 895"/>
                                  <a:gd name="T4" fmla="*/ 103 w 599"/>
                                  <a:gd name="T5" fmla="*/ 231 h 895"/>
                                  <a:gd name="T6" fmla="*/ 318 w 599"/>
                                  <a:gd name="T7" fmla="*/ 138 h 895"/>
                                  <a:gd name="T8" fmla="*/ 272 w 599"/>
                                  <a:gd name="T9" fmla="*/ 371 h 895"/>
                                  <a:gd name="T10" fmla="*/ 402 w 599"/>
                                  <a:gd name="T11" fmla="*/ 353 h 895"/>
                                  <a:gd name="T12" fmla="*/ 365 w 599"/>
                                  <a:gd name="T13" fmla="*/ 549 h 895"/>
                                  <a:gd name="T14" fmla="*/ 515 w 599"/>
                                  <a:gd name="T15" fmla="*/ 558 h 895"/>
                                  <a:gd name="T16" fmla="*/ 477 w 599"/>
                                  <a:gd name="T17" fmla="*/ 736 h 895"/>
                                  <a:gd name="T18" fmla="*/ 580 w 599"/>
                                  <a:gd name="T19" fmla="*/ 708 h 895"/>
                                  <a:gd name="T20" fmla="*/ 589 w 599"/>
                                  <a:gd name="T21" fmla="*/ 895 h 89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</a:cxnLst>
                                <a:rect l="0" t="0" r="r" b="b"/>
                                <a:pathLst>
                                  <a:path w="599" h="895">
                                    <a:moveTo>
                                      <a:pt x="0" y="81"/>
                                    </a:moveTo>
                                    <a:cubicBezTo>
                                      <a:pt x="76" y="40"/>
                                      <a:pt x="152" y="0"/>
                                      <a:pt x="169" y="25"/>
                                    </a:cubicBezTo>
                                    <a:cubicBezTo>
                                      <a:pt x="186" y="50"/>
                                      <a:pt x="78" y="212"/>
                                      <a:pt x="103" y="231"/>
                                    </a:cubicBezTo>
                                    <a:cubicBezTo>
                                      <a:pt x="128" y="250"/>
                                      <a:pt x="290" y="115"/>
                                      <a:pt x="318" y="138"/>
                                    </a:cubicBezTo>
                                    <a:cubicBezTo>
                                      <a:pt x="346" y="161"/>
                                      <a:pt x="258" y="335"/>
                                      <a:pt x="272" y="371"/>
                                    </a:cubicBezTo>
                                    <a:cubicBezTo>
                                      <a:pt x="286" y="407"/>
                                      <a:pt x="387" y="323"/>
                                      <a:pt x="402" y="353"/>
                                    </a:cubicBezTo>
                                    <a:cubicBezTo>
                                      <a:pt x="417" y="383"/>
                                      <a:pt x="346" y="515"/>
                                      <a:pt x="365" y="549"/>
                                    </a:cubicBezTo>
                                    <a:cubicBezTo>
                                      <a:pt x="384" y="583"/>
                                      <a:pt x="496" y="527"/>
                                      <a:pt x="515" y="558"/>
                                    </a:cubicBezTo>
                                    <a:cubicBezTo>
                                      <a:pt x="534" y="589"/>
                                      <a:pt x="466" y="711"/>
                                      <a:pt x="477" y="736"/>
                                    </a:cubicBezTo>
                                    <a:cubicBezTo>
                                      <a:pt x="488" y="761"/>
                                      <a:pt x="561" y="681"/>
                                      <a:pt x="580" y="708"/>
                                    </a:cubicBezTo>
                                    <a:cubicBezTo>
                                      <a:pt x="599" y="735"/>
                                      <a:pt x="594" y="815"/>
                                      <a:pt x="589" y="895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1E9D33" id="Freeform 568" o:spid="_x0000_s1026" style="position:absolute;margin-left:187.8pt;margin-top:204.1pt;width:29.95pt;height:44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9,8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" path="m,81c76,40,152,,169,25,186,50,78,212,103,231v25,19,187,-116,215,-93c346,161,258,335,272,371v14,36,115,-48,130,-18c417,383,346,515,365,549v19,34,131,-22,150,9c534,589,466,711,477,736v11,25,84,-55,103,-28c599,735,594,815,589,895e" filled="f" strokecolor="red" strokeweight="1.5pt">
                      <v:path arrowok="t" o:connecttype="custom" o:connectlocs="0,51435;107315,15875;65405,146685;201930,87630;172720,235585;255270,224155;231775,348615;327025,354330;302895,467360;368300,449580;374015,568325" o:connectangles="0,0,0,0,0,0,0,0,0,0,0"/>
                    </v:shape>
                  </w:pict>
                </mc:Fallback>
              </mc:AlternateContent>
            </w:r>
            <w:r w:rsidR="005F7E3A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1647825</wp:posOffset>
                      </wp:positionH>
                      <wp:positionV relativeFrom="paragraph">
                        <wp:posOffset>3076575</wp:posOffset>
                      </wp:positionV>
                      <wp:extent cx="306070" cy="152400"/>
                      <wp:effectExtent l="5715" t="2540" r="2540" b="6985"/>
                      <wp:wrapNone/>
                      <wp:docPr id="64" name="Text Box 5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F7E3A" w:rsidRPr="004E4B01" w:rsidRDefault="005F7E3A" w:rsidP="005F7E3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60" o:spid="_x0000_s1027" type="#_x0000_t202" style="position:absolute;margin-left:129.75pt;margin-top:242.25pt;width:24.1pt;height:1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5F7E3A" w:rsidRPr="004E4B01" w:rsidRDefault="005F7E3A" w:rsidP="005F7E3A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7E3A"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4682490</wp:posOffset>
                      </wp:positionH>
                      <wp:positionV relativeFrom="paragraph">
                        <wp:posOffset>1793240</wp:posOffset>
                      </wp:positionV>
                      <wp:extent cx="306070" cy="152400"/>
                      <wp:effectExtent l="1905" t="5080" r="6350" b="4445"/>
                      <wp:wrapNone/>
                      <wp:docPr id="63" name="Text Box 5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5F7E3A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3" o:spid="_x0000_s1028" type="#_x0000_t202" style="position:absolute;margin-left:368.7pt;margin-top:141.2pt;width:24.1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5F7E3A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7E3A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4599940</wp:posOffset>
                      </wp:positionH>
                      <wp:positionV relativeFrom="paragraph">
                        <wp:posOffset>3920490</wp:posOffset>
                      </wp:positionV>
                      <wp:extent cx="100965" cy="386080"/>
                      <wp:effectExtent l="24130" t="17780" r="17780" b="24765"/>
                      <wp:wrapNone/>
                      <wp:docPr id="62" name="Freeform 5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965" cy="386080"/>
                              </a:xfrm>
                              <a:custGeom>
                                <a:avLst/>
                                <a:gdLst>
                                  <a:gd name="T0" fmla="*/ 0 w 159"/>
                                  <a:gd name="T1" fmla="*/ 0 h 608"/>
                                  <a:gd name="T2" fmla="*/ 122 w 159"/>
                                  <a:gd name="T3" fmla="*/ 75 h 608"/>
                                  <a:gd name="T4" fmla="*/ 38 w 159"/>
                                  <a:gd name="T5" fmla="*/ 262 h 608"/>
                                  <a:gd name="T6" fmla="*/ 140 w 159"/>
                                  <a:gd name="T7" fmla="*/ 327 h 608"/>
                                  <a:gd name="T8" fmla="*/ 150 w 159"/>
                                  <a:gd name="T9" fmla="*/ 608 h 6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9" h="608">
                                    <a:moveTo>
                                      <a:pt x="0" y="0"/>
                                    </a:moveTo>
                                    <a:cubicBezTo>
                                      <a:pt x="20" y="12"/>
                                      <a:pt x="116" y="31"/>
                                      <a:pt x="122" y="75"/>
                                    </a:cubicBezTo>
                                    <a:cubicBezTo>
                                      <a:pt x="128" y="119"/>
                                      <a:pt x="35" y="220"/>
                                      <a:pt x="38" y="262"/>
                                    </a:cubicBezTo>
                                    <a:cubicBezTo>
                                      <a:pt x="41" y="304"/>
                                      <a:pt x="121" y="269"/>
                                      <a:pt x="140" y="327"/>
                                    </a:cubicBezTo>
                                    <a:cubicBezTo>
                                      <a:pt x="159" y="385"/>
                                      <a:pt x="148" y="550"/>
                                      <a:pt x="150" y="608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A2750" id="Freeform 566" o:spid="_x0000_s1026" style="position:absolute;margin-left:362.2pt;margin-top:308.7pt;width:7.95pt;height:30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9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" path="m,c20,12,116,31,122,75v6,44,-87,145,-84,187c41,304,121,269,140,327v19,58,8,223,10,281e" filled="f" strokecolor="red" strokeweight="2.5pt">
                      <v:path arrowok="t" o:connecttype="custom" o:connectlocs="0,0;77470,47625;24130,166370;88900,207645;95250,386080" o:connectangles="0,0,0,0,0"/>
                    </v:shape>
                  </w:pict>
                </mc:Fallback>
              </mc:AlternateContent>
            </w:r>
            <w:r w:rsidR="005F7E3A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4576445</wp:posOffset>
                      </wp:positionH>
                      <wp:positionV relativeFrom="paragraph">
                        <wp:posOffset>3950335</wp:posOffset>
                      </wp:positionV>
                      <wp:extent cx="23495" cy="338455"/>
                      <wp:effectExtent l="10160" t="9525" r="13970" b="13970"/>
                      <wp:wrapNone/>
                      <wp:docPr id="61" name="Freeform 5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3495" cy="338455"/>
                              </a:xfrm>
                              <a:custGeom>
                                <a:avLst/>
                                <a:gdLst>
                                  <a:gd name="T0" fmla="*/ 37 w 37"/>
                                  <a:gd name="T1" fmla="*/ 0 h 533"/>
                                  <a:gd name="T2" fmla="*/ 18 w 37"/>
                                  <a:gd name="T3" fmla="*/ 271 h 533"/>
                                  <a:gd name="T4" fmla="*/ 0 w 37"/>
                                  <a:gd name="T5" fmla="*/ 533 h 53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7" h="533">
                                    <a:moveTo>
                                      <a:pt x="37" y="0"/>
                                    </a:moveTo>
                                    <a:cubicBezTo>
                                      <a:pt x="30" y="91"/>
                                      <a:pt x="24" y="182"/>
                                      <a:pt x="18" y="271"/>
                                    </a:cubicBezTo>
                                    <a:cubicBezTo>
                                      <a:pt x="12" y="360"/>
                                      <a:pt x="6" y="446"/>
                                      <a:pt x="0" y="533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026209" id="Freeform 567" o:spid="_x0000_s1026" style="position:absolute;margin-left:360.35pt;margin-top:311.05pt;width:1.85pt;height:26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,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" path="m37,c30,91,24,182,18,271,12,360,6,446,,533e" filled="f" strokecolor="navy" strokeweight="1.5pt">
                      <v:path arrowok="t" o:connecttype="custom" o:connectlocs="23495,0;11430,172085;0,338455" o:connectangles="0,0,0"/>
                    </v:shape>
                  </w:pict>
                </mc:Fallback>
              </mc:AlternateContent>
            </w:r>
            <w:r w:rsidR="005F7E3A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4507230</wp:posOffset>
                      </wp:positionH>
                      <wp:positionV relativeFrom="paragraph">
                        <wp:posOffset>2265045</wp:posOffset>
                      </wp:positionV>
                      <wp:extent cx="93345" cy="1673225"/>
                      <wp:effectExtent l="17145" t="19685" r="22860" b="21590"/>
                      <wp:wrapNone/>
                      <wp:docPr id="60" name="Freeform 5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3345" cy="1673225"/>
                              </a:xfrm>
                              <a:custGeom>
                                <a:avLst/>
                                <a:gdLst>
                                  <a:gd name="T0" fmla="*/ 88 w 147"/>
                                  <a:gd name="T1" fmla="*/ 0 h 2635"/>
                                  <a:gd name="T2" fmla="*/ 8 w 147"/>
                                  <a:gd name="T3" fmla="*/ 264 h 2635"/>
                                  <a:gd name="T4" fmla="*/ 40 w 147"/>
                                  <a:gd name="T5" fmla="*/ 728 h 2635"/>
                                  <a:gd name="T6" fmla="*/ 128 w 147"/>
                                  <a:gd name="T7" fmla="*/ 1496 h 2635"/>
                                  <a:gd name="T8" fmla="*/ 144 w 147"/>
                                  <a:gd name="T9" fmla="*/ 2312 h 2635"/>
                                  <a:gd name="T10" fmla="*/ 146 w 147"/>
                                  <a:gd name="T11" fmla="*/ 2635 h 26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7" h="2635">
                                    <a:moveTo>
                                      <a:pt x="88" y="0"/>
                                    </a:moveTo>
                                    <a:cubicBezTo>
                                      <a:pt x="52" y="71"/>
                                      <a:pt x="16" y="143"/>
                                      <a:pt x="8" y="264"/>
                                    </a:cubicBezTo>
                                    <a:cubicBezTo>
                                      <a:pt x="0" y="385"/>
                                      <a:pt x="20" y="523"/>
                                      <a:pt x="40" y="728"/>
                                    </a:cubicBezTo>
                                    <a:cubicBezTo>
                                      <a:pt x="60" y="933"/>
                                      <a:pt x="111" y="1232"/>
                                      <a:pt x="128" y="1496"/>
                                    </a:cubicBezTo>
                                    <a:cubicBezTo>
                                      <a:pt x="145" y="1760"/>
                                      <a:pt x="141" y="2122"/>
                                      <a:pt x="144" y="2312"/>
                                    </a:cubicBezTo>
                                    <a:cubicBezTo>
                                      <a:pt x="147" y="2502"/>
                                      <a:pt x="146" y="2568"/>
                                      <a:pt x="146" y="2635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F4AF4D" id="Freeform 562" o:spid="_x0000_s1026" style="position:absolute;margin-left:354.9pt;margin-top:178.35pt;width:7.35pt;height:131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7,26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" path="m88,c52,71,16,143,8,264,,385,20,523,40,728v20,205,71,504,88,768c145,1760,141,2122,144,2312v3,190,2,256,2,323e" filled="f" strokecolor="red" strokeweight="2.25pt">
                      <v:path arrowok="t" o:connecttype="custom" o:connectlocs="55880,0;5080,167640;25400,462280;81280,949960;91440,1468120;92710,1673225" o:connectangles="0,0,0,0,0,0"/>
                    </v:shape>
                  </w:pict>
                </mc:Fallback>
              </mc:AlternateContent>
            </w:r>
            <w:r w:rsidR="005F7E3A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4587875</wp:posOffset>
                      </wp:positionH>
                      <wp:positionV relativeFrom="paragraph">
                        <wp:posOffset>3195955</wp:posOffset>
                      </wp:positionV>
                      <wp:extent cx="89535" cy="5715"/>
                      <wp:effectExtent l="21590" t="17145" r="22225" b="24765"/>
                      <wp:wrapNone/>
                      <wp:docPr id="59" name="Freeform 5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9535" cy="5715"/>
                              </a:xfrm>
                              <a:custGeom>
                                <a:avLst/>
                                <a:gdLst>
                                  <a:gd name="T0" fmla="*/ 141 w 141"/>
                                  <a:gd name="T1" fmla="*/ 0 h 9"/>
                                  <a:gd name="T2" fmla="*/ 0 w 141"/>
                                  <a:gd name="T3" fmla="*/ 9 h 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41" h="9">
                                    <a:moveTo>
                                      <a:pt x="141" y="0"/>
                                    </a:moveTo>
                                    <a:cubicBezTo>
                                      <a:pt x="118" y="1"/>
                                      <a:pt x="29" y="7"/>
                                      <a:pt x="0" y="9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3820BCA9" id="Freeform 564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368.3pt,251.65pt" control1="367.15pt,251.7pt" control2="362.7pt,252pt" to="361.25pt,252.1pt" coordsize="14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" filled="f" strokecolor="red" strokeweight="2.5pt">
                      <v:path arrowok="t" o:connecttype="custom" o:connectlocs="89535,0;0,5715" o:connectangles="0,0"/>
                    </v:curve>
                  </w:pict>
                </mc:Fallback>
              </mc:AlternateContent>
            </w:r>
            <w:r w:rsidR="005F7E3A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4654550</wp:posOffset>
                      </wp:positionH>
                      <wp:positionV relativeFrom="paragraph">
                        <wp:posOffset>3164205</wp:posOffset>
                      </wp:positionV>
                      <wp:extent cx="90805" cy="90805"/>
                      <wp:effectExtent l="12065" t="13970" r="11430" b="9525"/>
                      <wp:wrapNone/>
                      <wp:docPr id="58" name="AutoShape 5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94D6BA" id="AutoShape 563" o:spid="_x0000_s1026" type="#_x0000_t123" style="position:absolute;margin-left:366.5pt;margin-top:249.15pt;width:7.15pt;height:7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"/>
                  </w:pict>
                </mc:Fallback>
              </mc:AlternateContent>
            </w:r>
            <w:r w:rsidR="005F7E3A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4582160</wp:posOffset>
                      </wp:positionH>
                      <wp:positionV relativeFrom="paragraph">
                        <wp:posOffset>1444625</wp:posOffset>
                      </wp:positionV>
                      <wp:extent cx="5715" cy="813435"/>
                      <wp:effectExtent l="44450" t="46990" r="45085" b="44450"/>
                      <wp:wrapNone/>
                      <wp:docPr id="57" name="Freeform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715" cy="813435"/>
                              </a:xfrm>
                              <a:custGeom>
                                <a:avLst/>
                                <a:gdLst>
                                  <a:gd name="T0" fmla="*/ 0 w 9"/>
                                  <a:gd name="T1" fmla="*/ 1281 h 1281"/>
                                  <a:gd name="T2" fmla="*/ 9 w 9"/>
                                  <a:gd name="T3" fmla="*/ 0 h 12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9" h="1281">
                                    <a:moveTo>
                                      <a:pt x="0" y="1281"/>
                                    </a:moveTo>
                                    <a:cubicBezTo>
                                      <a:pt x="0" y="1069"/>
                                      <a:pt x="7" y="267"/>
                                      <a:pt x="9" y="0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6F9F2C21" id="Freeform 55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360.8pt,177.8pt" control1="360.8pt,167.2pt" control2="361.15pt,127.1pt" to="361.25pt,113.75pt" coordsize="9,12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" filled="f" strokecolor="red" strokeweight="6pt">
                      <v:path arrowok="t" o:connecttype="custom" o:connectlocs="0,813435;5715,0" o:connectangles="0,0"/>
                    </v:curve>
                  </w:pict>
                </mc:Fallback>
              </mc:AlternateContent>
            </w:r>
            <w:r w:rsidR="005F7E3A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2040890</wp:posOffset>
                      </wp:positionH>
                      <wp:positionV relativeFrom="paragraph">
                        <wp:posOffset>1206500</wp:posOffset>
                      </wp:positionV>
                      <wp:extent cx="464185" cy="1562100"/>
                      <wp:effectExtent l="17780" t="18415" r="13335" b="10160"/>
                      <wp:wrapNone/>
                      <wp:docPr id="56" name="Freeform 5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64185" cy="1562100"/>
                              </a:xfrm>
                              <a:custGeom>
                                <a:avLst/>
                                <a:gdLst>
                                  <a:gd name="T0" fmla="*/ 0 w 731"/>
                                  <a:gd name="T1" fmla="*/ 0 h 2460"/>
                                  <a:gd name="T2" fmla="*/ 140 w 731"/>
                                  <a:gd name="T3" fmla="*/ 562 h 2460"/>
                                  <a:gd name="T4" fmla="*/ 664 w 731"/>
                                  <a:gd name="T5" fmla="*/ 1487 h 2460"/>
                                  <a:gd name="T6" fmla="*/ 542 w 731"/>
                                  <a:gd name="T7" fmla="*/ 1992 h 2460"/>
                                  <a:gd name="T8" fmla="*/ 449 w 731"/>
                                  <a:gd name="T9" fmla="*/ 2460 h 246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731" h="2460">
                                    <a:moveTo>
                                      <a:pt x="0" y="0"/>
                                    </a:moveTo>
                                    <a:cubicBezTo>
                                      <a:pt x="23" y="94"/>
                                      <a:pt x="29" y="314"/>
                                      <a:pt x="140" y="562"/>
                                    </a:cubicBezTo>
                                    <a:cubicBezTo>
                                      <a:pt x="251" y="810"/>
                                      <a:pt x="597" y="1249"/>
                                      <a:pt x="664" y="1487"/>
                                    </a:cubicBezTo>
                                    <a:cubicBezTo>
                                      <a:pt x="731" y="1725"/>
                                      <a:pt x="578" y="1830"/>
                                      <a:pt x="542" y="1992"/>
                                    </a:cubicBezTo>
                                    <a:cubicBezTo>
                                      <a:pt x="506" y="2154"/>
                                      <a:pt x="468" y="2363"/>
                                      <a:pt x="449" y="246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B742A8" id="Freeform 561" o:spid="_x0000_s1026" style="position:absolute;margin-left:160.7pt;margin-top:95pt;width:36.55pt;height:12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1,2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" path="m,c23,94,29,314,140,562v111,248,457,687,524,925c731,1725,578,1830,542,1992v-36,162,-74,371,-93,468e" filled="f" strokecolor="red" strokeweight="1.5pt">
                      <v:path arrowok="t" o:connecttype="custom" o:connectlocs="0,0;88900,356870;421640,944245;344170,1264920;285115,1562100" o:connectangles="0,0,0,0,0"/>
                    </v:shape>
                  </w:pict>
                </mc:Fallback>
              </mc:AlternateContent>
            </w:r>
            <w:r w:rsidR="005F7E3A"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1643380</wp:posOffset>
                      </wp:positionH>
                      <wp:positionV relativeFrom="paragraph">
                        <wp:posOffset>1083310</wp:posOffset>
                      </wp:positionV>
                      <wp:extent cx="306070" cy="152400"/>
                      <wp:effectExtent l="1270" t="0" r="6985" b="0"/>
                      <wp:wrapNone/>
                      <wp:docPr id="55" name="Text Box 5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5F7E3A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1" o:spid="_x0000_s1029" type="#_x0000_t202" style="position:absolute;margin-left:129.4pt;margin-top:85.3pt;width:24.1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5F7E3A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7E3A"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1555750</wp:posOffset>
                      </wp:positionH>
                      <wp:positionV relativeFrom="paragraph">
                        <wp:posOffset>367030</wp:posOffset>
                      </wp:positionV>
                      <wp:extent cx="306070" cy="152400"/>
                      <wp:effectExtent l="8890" t="7620" r="8890" b="1905"/>
                      <wp:wrapNone/>
                      <wp:docPr id="54" name="Text Box 5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5F7E3A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0" o:spid="_x0000_s1030" type="#_x0000_t202" style="position:absolute;margin-left:122.5pt;margin-top:28.9pt;width:24.1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5F7E3A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F7E3A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2052955</wp:posOffset>
                      </wp:positionH>
                      <wp:positionV relativeFrom="paragraph">
                        <wp:posOffset>2632075</wp:posOffset>
                      </wp:positionV>
                      <wp:extent cx="320675" cy="1614805"/>
                      <wp:effectExtent l="20320" t="24765" r="20955" b="17780"/>
                      <wp:wrapNone/>
                      <wp:docPr id="53" name="Freeform 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20675" cy="1614805"/>
                              </a:xfrm>
                              <a:custGeom>
                                <a:avLst/>
                                <a:gdLst>
                                  <a:gd name="T0" fmla="*/ 505 w 505"/>
                                  <a:gd name="T1" fmla="*/ 0 h 2543"/>
                                  <a:gd name="T2" fmla="*/ 187 w 505"/>
                                  <a:gd name="T3" fmla="*/ 1262 h 2543"/>
                                  <a:gd name="T4" fmla="*/ 0 w 505"/>
                                  <a:gd name="T5" fmla="*/ 2543 h 254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505" h="2543">
                                    <a:moveTo>
                                      <a:pt x="505" y="0"/>
                                    </a:moveTo>
                                    <a:cubicBezTo>
                                      <a:pt x="452" y="210"/>
                                      <a:pt x="271" y="838"/>
                                      <a:pt x="187" y="1262"/>
                                    </a:cubicBezTo>
                                    <a:cubicBezTo>
                                      <a:pt x="103" y="1686"/>
                                      <a:pt x="39" y="2276"/>
                                      <a:pt x="0" y="2543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32507F" id="Freeform 559" o:spid="_x0000_s1026" style="position:absolute;margin-left:161.65pt;margin-top:207.25pt;width:25.25pt;height:12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5,2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" path="m505,c452,210,271,838,187,1262,103,1686,39,2276,,2543e" filled="f" strokecolor="red" strokeweight="2.5pt">
                      <v:path arrowok="t" o:connecttype="custom" o:connectlocs="320675,0;118745,801370;0,1614805" o:connectangles="0,0,0"/>
                    </v:shape>
                  </w:pict>
                </mc:Fallback>
              </mc:AlternateContent>
            </w:r>
            <w:r w:rsidR="005F7E3A"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68580</wp:posOffset>
                      </wp:positionV>
                      <wp:extent cx="1804035" cy="4911725"/>
                      <wp:effectExtent l="7620" t="13970" r="7620" b="8255"/>
                      <wp:wrapNone/>
                      <wp:docPr id="35" name="Group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3387" y="3397"/>
                                <a:chExt cx="2841" cy="7735"/>
                              </a:xfrm>
                            </wpg:grpSpPr>
                            <wps:wsp>
                              <wps:cNvPr id="36" name="Freeform 5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15" y="9648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5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87" y="4674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5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29" y="6616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5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75" y="7368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5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51" y="7112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5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22" y="4300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5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31" y="3564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5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33" y="3493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5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62" y="4223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5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07" y="6258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5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42" y="6760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5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5" y="3616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5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5" y="3462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5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0808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5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08" y="10247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5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4" y="10939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5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27" y="3397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D86580" id="Group 501" o:spid="_x0000_s1026" style="position:absolute;margin-left:112.65pt;margin-top:5.4pt;width:142.05pt;height:386.75pt;z-index:251652096" coordorigin="3387,3397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">
                      <v:shape id="Freeform 502" o:spid="_x0000_s1027" style="position:absolute;left:4315;top:9648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503" o:spid="_x0000_s1028" style="position:absolute;left:3387;top:4674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504" o:spid="_x0000_s1029" style="position:absolute;left:4729;top:6616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505" o:spid="_x0000_s1030" style="position:absolute;left:4275;top:7368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506" o:spid="_x0000_s1031" style="position:absolute;left:4551;top:7112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507" o:spid="_x0000_s1032" style="position:absolute;left:4222;top:4300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508" o:spid="_x0000_s1033" style="position:absolute;left:3831;top:3564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509" o:spid="_x0000_s1034" style="position:absolute;left:4633;top:3493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510" o:spid="_x0000_s1035" style="position:absolute;left:3662;top:4223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511" o:spid="_x0000_s1036" style="position:absolute;left:6007;top:6258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512" o:spid="_x0000_s1037" style="position:absolute;left:5642;top:6760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513" o:spid="_x0000_s1038" style="position:absolute;left:3735;top:3616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514" o:spid="_x0000_s1039" style="position:absolute;left:3915;top:3462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515" o:spid="_x0000_s1040" style="position:absolute;left:5065;top:10808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516" o:spid="_x0000_s1041" style="position:absolute;left:4008;top:10247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517" o:spid="_x0000_s1042" style="position:absolute;left:5234;top:10939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518" o:spid="_x0000_s1043" style="position:absolute;left:3627;top:3397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5F7E3A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1842135</wp:posOffset>
                      </wp:positionH>
                      <wp:positionV relativeFrom="paragraph">
                        <wp:posOffset>399415</wp:posOffset>
                      </wp:positionV>
                      <wp:extent cx="689610" cy="2244090"/>
                      <wp:effectExtent l="19050" t="20955" r="24765" b="20955"/>
                      <wp:wrapNone/>
                      <wp:docPr id="34" name="Freeform 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89610" cy="2244090"/>
                              </a:xfrm>
                              <a:custGeom>
                                <a:avLst/>
                                <a:gdLst>
                                  <a:gd name="T0" fmla="*/ 98 w 1086"/>
                                  <a:gd name="T1" fmla="*/ 0 h 3534"/>
                                  <a:gd name="T2" fmla="*/ 14 w 1086"/>
                                  <a:gd name="T3" fmla="*/ 290 h 3534"/>
                                  <a:gd name="T4" fmla="*/ 182 w 1086"/>
                                  <a:gd name="T5" fmla="*/ 963 h 3534"/>
                                  <a:gd name="T6" fmla="*/ 883 w 1086"/>
                                  <a:gd name="T7" fmla="*/ 2160 h 3534"/>
                                  <a:gd name="T8" fmla="*/ 1080 w 1086"/>
                                  <a:gd name="T9" fmla="*/ 2908 h 3534"/>
                                  <a:gd name="T10" fmla="*/ 846 w 1086"/>
                                  <a:gd name="T11" fmla="*/ 3534 h 353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086" h="3534">
                                    <a:moveTo>
                                      <a:pt x="98" y="0"/>
                                    </a:moveTo>
                                    <a:cubicBezTo>
                                      <a:pt x="49" y="65"/>
                                      <a:pt x="0" y="130"/>
                                      <a:pt x="14" y="290"/>
                                    </a:cubicBezTo>
                                    <a:cubicBezTo>
                                      <a:pt x="28" y="450"/>
                                      <a:pt x="37" y="651"/>
                                      <a:pt x="182" y="963"/>
                                    </a:cubicBezTo>
                                    <a:cubicBezTo>
                                      <a:pt x="327" y="1275"/>
                                      <a:pt x="733" y="1836"/>
                                      <a:pt x="883" y="2160"/>
                                    </a:cubicBezTo>
                                    <a:cubicBezTo>
                                      <a:pt x="1033" y="2484"/>
                                      <a:pt x="1086" y="2679"/>
                                      <a:pt x="1080" y="2908"/>
                                    </a:cubicBezTo>
                                    <a:cubicBezTo>
                                      <a:pt x="1074" y="3137"/>
                                      <a:pt x="883" y="3430"/>
                                      <a:pt x="846" y="3534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22C0ED" id="Freeform 558" o:spid="_x0000_s1026" style="position:absolute;margin-left:145.05pt;margin-top:31.45pt;width:54.3pt;height:17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86,35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" path="m98,c49,65,,130,14,290,28,450,37,651,182,963v145,312,551,873,701,1197c1033,2484,1086,2679,1080,2908v-6,229,-197,522,-234,626e" filled="f" strokecolor="red" strokeweight="2.5pt">
                      <v:path arrowok="t" o:connecttype="custom" o:connectlocs="62230,0;8890,184150;115570,611505;560705,1371600;685800,1846580;537210,2244090" o:connectangles="0,0,0,0,0,0"/>
                    </v:shape>
                  </w:pict>
                </mc:Fallback>
              </mc:AlternateContent>
            </w:r>
            <w:r w:rsidR="005F7E3A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1744345</wp:posOffset>
                      </wp:positionH>
                      <wp:positionV relativeFrom="paragraph">
                        <wp:posOffset>132080</wp:posOffset>
                      </wp:positionV>
                      <wp:extent cx="255270" cy="308610"/>
                      <wp:effectExtent l="45085" t="39370" r="42545" b="42545"/>
                      <wp:wrapNone/>
                      <wp:docPr id="32" name="Freeform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55270" cy="308610"/>
                              </a:xfrm>
                              <a:custGeom>
                                <a:avLst/>
                                <a:gdLst>
                                  <a:gd name="T0" fmla="*/ 0 w 402"/>
                                  <a:gd name="T1" fmla="*/ 0 h 486"/>
                                  <a:gd name="T2" fmla="*/ 402 w 402"/>
                                  <a:gd name="T3" fmla="*/ 486 h 4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402" h="486">
                                    <a:moveTo>
                                      <a:pt x="0" y="0"/>
                                    </a:moveTo>
                                    <a:cubicBezTo>
                                      <a:pt x="0" y="0"/>
                                      <a:pt x="201" y="243"/>
                                      <a:pt x="402" y="486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7D849D14" id="Freeform 55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137.35pt,10.4pt" control1="137.35pt,10.4pt" control2="147.4pt,22.55pt" to="157.45pt,34.7pt" coordsize="402,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" filled="f" strokecolor="red" strokeweight="6pt">
                      <v:path arrowok="t" o:connecttype="custom" o:connectlocs="0,0;255270,308610" o:connectangles="0,0"/>
                    </v:curve>
                  </w:pict>
                </mc:Fallback>
              </mc:AlternateContent>
            </w:r>
            <w:r w:rsidR="005F7E3A"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page">
                        <wp:posOffset>4034790</wp:posOffset>
                      </wp:positionH>
                      <wp:positionV relativeFrom="page">
                        <wp:posOffset>41910</wp:posOffset>
                      </wp:positionV>
                      <wp:extent cx="1087120" cy="4745355"/>
                      <wp:effectExtent l="13335" t="6350" r="13970" b="10795"/>
                      <wp:wrapNone/>
                      <wp:docPr id="19" name="Group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20" name="Freeform 5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5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5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5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5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5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5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5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5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5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820B30" id="Group 519" o:spid="_x0000_s1026" style="position:absolute;margin-left:317.7pt;margin-top:3.3pt;width:85.6pt;height:373.65pt;z-index:251653120;mso-position-horizontal-relative:page;mso-position-vertical-relative:page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">
                      <v:shape id="Freeform 52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52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52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52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52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" path="m,c14,4,28,8,34,12e" filled="f" strokecolor="gray">
                        <v:path arrowok="t" o:connecttype="custom" o:connectlocs="0,0;34,12" o:connectangles="0,0"/>
                      </v:shape>
                      <v:shape id="Freeform 52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" path="m,c,,18,7,36,15e" filled="f" strokecolor="gray">
                        <v:path arrowok="t" o:connecttype="custom" o:connectlocs="0,0;36,15" o:connectangles="0,0"/>
                      </v:shape>
                      <v:shape id="Freeform 52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52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52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52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53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53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E00E93" w:rsidRPr="005A7201" w:rsidTr="005A7201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5F7E3A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8" name="Line 5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3" name="Line 5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FF934F" id="Group 534" o:spid="_x0000_s1026" style="position:absolute;margin-left:68.7pt;margin-top:1.4pt;width:15.35pt;height:6.85pt;z-index:251655168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">
                      <v:line id="Line 535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536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5F7E3A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3913505</wp:posOffset>
                      </wp:positionH>
                      <wp:positionV relativeFrom="paragraph">
                        <wp:posOffset>21590</wp:posOffset>
                      </wp:positionV>
                      <wp:extent cx="194945" cy="89535"/>
                      <wp:effectExtent l="13335" t="13970" r="10795" b="10795"/>
                      <wp:wrapNone/>
                      <wp:docPr id="12" name="Group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75" name="Freeform 5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Line 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" name="Line 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F82BAC" id="Group 546" o:spid="_x0000_s1026" style="position:absolute;margin-left:308.15pt;margin-top:1.7pt;width:15.35pt;height:7.05pt;z-index:251658240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">
                      <v:shape id="Freeform 547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548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      <v:line id="Line 549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2698750</wp:posOffset>
                      </wp:positionH>
                      <wp:positionV relativeFrom="paragraph">
                        <wp:posOffset>24130</wp:posOffset>
                      </wp:positionV>
                      <wp:extent cx="194945" cy="86995"/>
                      <wp:effectExtent l="8255" t="6985" r="6350" b="10795"/>
                      <wp:wrapNone/>
                      <wp:docPr id="7" name="Group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79" name="Line 5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0" name="Line 5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1" name="Freeform 5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Freeform 5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675077" id="Group 541" o:spid="_x0000_s1026" style="position:absolute;margin-left:212.5pt;margin-top:1.9pt;width:15.35pt;height:6.85pt;z-index:251657216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">
                      <v:line id="Line 542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    <v:line id="Line 543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shape id="Freeform 544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545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2007870</wp:posOffset>
                      </wp:positionH>
                      <wp:positionV relativeFrom="paragraph">
                        <wp:posOffset>22860</wp:posOffset>
                      </wp:positionV>
                      <wp:extent cx="194945" cy="85725"/>
                      <wp:effectExtent l="41275" t="5715" r="40005" b="13335"/>
                      <wp:wrapNone/>
                      <wp:docPr id="3" name="Group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84" name="Line 5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5" name="Line 5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6" name="Line 5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0244BD" id="Group 537" o:spid="_x0000_s1026" style="position:absolute;margin-left:158.1pt;margin-top:1.8pt;width:15.35pt;height:6.75pt;z-index:251656192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">
                      <v:line id="Line 538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" strokecolor="red" strokeweight="6pt"/>
                      <v:line id="Line 539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  <v:line id="Line 540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43815" t="45085" r="38100" b="40640"/>
                      <wp:wrapNone/>
                      <wp:docPr id="2" name="Line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50C56D" id="Line 53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+N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knGCnS&#10;gUTPQnH0MJ2G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AyEJ+N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5F7E3A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Incompetent CFV, distal SFV, POPV and PTV.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Default="005F7E3A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The LSV is incompetent throughout its length, and is dilated throughout the thigh where it measures 8.2cm in diameter. Multiple VV arise from the LSV within the calf. </w:t>
            </w:r>
          </w:p>
          <w:p w:rsidR="005F7E3A" w:rsidRPr="005A7201" w:rsidRDefault="005F7E3A" w:rsidP="005F7E3A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The SSV is mildly incompetent until the distal calf. The SSV is mildly dilated in the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prox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-mid calf where it measures 5.2cm in diameter.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Default="005F7E3A" w:rsidP="005A7201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Incompetent medial gastrocnemius to SSV and medial VV perforator in the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mid calf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that measures 8.4mm in diameter.</w:t>
            </w:r>
          </w:p>
          <w:p w:rsidR="005F7E3A" w:rsidRPr="005A7201" w:rsidRDefault="005F7E3A" w:rsidP="005A7201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Incompetent PTV to LSV perforator in the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mid calf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that measures 5.3mm in diameter.</w:t>
            </w:r>
          </w:p>
          <w:p w:rsidR="00E00E93" w:rsidRPr="005A7201" w:rsidRDefault="00E00E93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Other Comments: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5F7E3A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Exercise ABPI performed and reported in full separately.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5A7201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F722F3" w:rsidP="005A7201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BA78AE" w:rsidRDefault="00694581" w:rsidP="00022CCA">
      <w:pPr>
        <w:rPr>
          <w:rFonts w:ascii="Arial" w:hAnsi="Arial" w:cs="Arial"/>
          <w:sz w:val="18"/>
          <w:szCs w:val="18"/>
        </w:rPr>
      </w:pPr>
    </w:p>
    <w:sectPr w:rsidR="00694581" w:rsidRPr="00BA78AE" w:rsidSect="00E00E93">
      <w:headerReference w:type="default" r:id="rId7"/>
      <w:foot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2F3" w:rsidRDefault="00F722F3">
      <w:r>
        <w:separator/>
      </w:r>
    </w:p>
  </w:endnote>
  <w:endnote w:type="continuationSeparator" w:id="0">
    <w:p w:rsidR="00F722F3" w:rsidRDefault="00F72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E5A" w:rsidRPr="002B49C7" w:rsidRDefault="00E84E5A" w:rsidP="002B49C7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2F3" w:rsidRDefault="00F722F3">
      <w:r>
        <w:separator/>
      </w:r>
    </w:p>
  </w:footnote>
  <w:footnote w:type="continuationSeparator" w:id="0">
    <w:p w:rsidR="00F722F3" w:rsidRDefault="00F722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E93" w:rsidRDefault="005F7E3A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4766310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C6937"/>
    <w:multiLevelType w:val="multilevel"/>
    <w:tmpl w:val="8EEA5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8582D"/>
    <w:multiLevelType w:val="hybridMultilevel"/>
    <w:tmpl w:val="D83280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046493"/>
    <w:multiLevelType w:val="multilevel"/>
    <w:tmpl w:val="BA3E7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70A6C"/>
    <w:multiLevelType w:val="multilevel"/>
    <w:tmpl w:val="4238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B75136"/>
    <w:multiLevelType w:val="hybridMultilevel"/>
    <w:tmpl w:val="5844A532"/>
    <w:lvl w:ilvl="0" w:tplc="5E100744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AF3E20"/>
    <w:multiLevelType w:val="hybridMultilevel"/>
    <w:tmpl w:val="16D681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2834E6"/>
    <w:multiLevelType w:val="hybridMultilevel"/>
    <w:tmpl w:val="12AA6152"/>
    <w:lvl w:ilvl="0" w:tplc="E4AADF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BA00C9"/>
    <w:multiLevelType w:val="hybridMultilevel"/>
    <w:tmpl w:val="4D4494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12D20"/>
    <w:multiLevelType w:val="hybridMultilevel"/>
    <w:tmpl w:val="A9328B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2F3"/>
    <w:rsid w:val="00000AF9"/>
    <w:rsid w:val="00022CCA"/>
    <w:rsid w:val="00033741"/>
    <w:rsid w:val="000512C4"/>
    <w:rsid w:val="000537B7"/>
    <w:rsid w:val="00066D7F"/>
    <w:rsid w:val="00076699"/>
    <w:rsid w:val="00082FF5"/>
    <w:rsid w:val="000A3239"/>
    <w:rsid w:val="00116388"/>
    <w:rsid w:val="00117FF6"/>
    <w:rsid w:val="00130125"/>
    <w:rsid w:val="00130D4E"/>
    <w:rsid w:val="001310C1"/>
    <w:rsid w:val="0014568D"/>
    <w:rsid w:val="001553FF"/>
    <w:rsid w:val="00163682"/>
    <w:rsid w:val="001725EE"/>
    <w:rsid w:val="00185DE1"/>
    <w:rsid w:val="001C1F8A"/>
    <w:rsid w:val="001E5B1A"/>
    <w:rsid w:val="0020028B"/>
    <w:rsid w:val="002027E7"/>
    <w:rsid w:val="0020510B"/>
    <w:rsid w:val="00216637"/>
    <w:rsid w:val="0023495B"/>
    <w:rsid w:val="002558E2"/>
    <w:rsid w:val="00255CDA"/>
    <w:rsid w:val="00267D9C"/>
    <w:rsid w:val="00276FE7"/>
    <w:rsid w:val="002845F4"/>
    <w:rsid w:val="002B49C7"/>
    <w:rsid w:val="002B6F2B"/>
    <w:rsid w:val="002C1599"/>
    <w:rsid w:val="002C2267"/>
    <w:rsid w:val="003240BC"/>
    <w:rsid w:val="00324B94"/>
    <w:rsid w:val="00332965"/>
    <w:rsid w:val="003512C1"/>
    <w:rsid w:val="00354C39"/>
    <w:rsid w:val="0036205F"/>
    <w:rsid w:val="00392775"/>
    <w:rsid w:val="003A31C2"/>
    <w:rsid w:val="003B7DF9"/>
    <w:rsid w:val="003E54F9"/>
    <w:rsid w:val="003E7404"/>
    <w:rsid w:val="003F1AD1"/>
    <w:rsid w:val="003F5392"/>
    <w:rsid w:val="003F5661"/>
    <w:rsid w:val="00400424"/>
    <w:rsid w:val="00416596"/>
    <w:rsid w:val="0043201F"/>
    <w:rsid w:val="00442938"/>
    <w:rsid w:val="00443A11"/>
    <w:rsid w:val="00446D9E"/>
    <w:rsid w:val="004479C2"/>
    <w:rsid w:val="004515EA"/>
    <w:rsid w:val="00475D18"/>
    <w:rsid w:val="0048399F"/>
    <w:rsid w:val="004932D3"/>
    <w:rsid w:val="004C20BC"/>
    <w:rsid w:val="004C5B5F"/>
    <w:rsid w:val="004E4B01"/>
    <w:rsid w:val="004F189F"/>
    <w:rsid w:val="00504EFC"/>
    <w:rsid w:val="00525F8D"/>
    <w:rsid w:val="0053189C"/>
    <w:rsid w:val="00544866"/>
    <w:rsid w:val="0055661A"/>
    <w:rsid w:val="0056075B"/>
    <w:rsid w:val="00585A44"/>
    <w:rsid w:val="00597F94"/>
    <w:rsid w:val="005A6F99"/>
    <w:rsid w:val="005A7201"/>
    <w:rsid w:val="005C7FA3"/>
    <w:rsid w:val="005D01B5"/>
    <w:rsid w:val="005E0333"/>
    <w:rsid w:val="005E5BC0"/>
    <w:rsid w:val="005E7E7E"/>
    <w:rsid w:val="005F7E3A"/>
    <w:rsid w:val="00600C4E"/>
    <w:rsid w:val="0060390C"/>
    <w:rsid w:val="006620F2"/>
    <w:rsid w:val="00687CAB"/>
    <w:rsid w:val="00694581"/>
    <w:rsid w:val="0069543E"/>
    <w:rsid w:val="006A200E"/>
    <w:rsid w:val="006D0E48"/>
    <w:rsid w:val="006D1279"/>
    <w:rsid w:val="006E345A"/>
    <w:rsid w:val="006F087C"/>
    <w:rsid w:val="00702068"/>
    <w:rsid w:val="0070537B"/>
    <w:rsid w:val="0073567D"/>
    <w:rsid w:val="0076078C"/>
    <w:rsid w:val="0077506E"/>
    <w:rsid w:val="00781E01"/>
    <w:rsid w:val="007835B4"/>
    <w:rsid w:val="00784424"/>
    <w:rsid w:val="007A4B56"/>
    <w:rsid w:val="007A7B01"/>
    <w:rsid w:val="007B10D3"/>
    <w:rsid w:val="007F38D0"/>
    <w:rsid w:val="00804400"/>
    <w:rsid w:val="00807788"/>
    <w:rsid w:val="008359E8"/>
    <w:rsid w:val="00845175"/>
    <w:rsid w:val="008527CA"/>
    <w:rsid w:val="00854DAA"/>
    <w:rsid w:val="00856009"/>
    <w:rsid w:val="00862088"/>
    <w:rsid w:val="008B29F7"/>
    <w:rsid w:val="008B5D7F"/>
    <w:rsid w:val="008D30DD"/>
    <w:rsid w:val="008D344E"/>
    <w:rsid w:val="008E59F6"/>
    <w:rsid w:val="008E7A32"/>
    <w:rsid w:val="008F3E04"/>
    <w:rsid w:val="009044AC"/>
    <w:rsid w:val="00911F56"/>
    <w:rsid w:val="00917E7D"/>
    <w:rsid w:val="00926B13"/>
    <w:rsid w:val="00940F61"/>
    <w:rsid w:val="009428D5"/>
    <w:rsid w:val="0094691B"/>
    <w:rsid w:val="00953FCE"/>
    <w:rsid w:val="00990400"/>
    <w:rsid w:val="009A34D2"/>
    <w:rsid w:val="009A5CA0"/>
    <w:rsid w:val="009C6954"/>
    <w:rsid w:val="009D3E82"/>
    <w:rsid w:val="009E3605"/>
    <w:rsid w:val="009F11EF"/>
    <w:rsid w:val="009F2F17"/>
    <w:rsid w:val="009F300B"/>
    <w:rsid w:val="009F6BCD"/>
    <w:rsid w:val="00A00D03"/>
    <w:rsid w:val="00A037DD"/>
    <w:rsid w:val="00A276BB"/>
    <w:rsid w:val="00A71D55"/>
    <w:rsid w:val="00A73E5F"/>
    <w:rsid w:val="00A7491A"/>
    <w:rsid w:val="00AA6449"/>
    <w:rsid w:val="00AA67B2"/>
    <w:rsid w:val="00AC1BA7"/>
    <w:rsid w:val="00AC6BF5"/>
    <w:rsid w:val="00AD3537"/>
    <w:rsid w:val="00AE28D5"/>
    <w:rsid w:val="00AE30A1"/>
    <w:rsid w:val="00AF27D7"/>
    <w:rsid w:val="00B12C5A"/>
    <w:rsid w:val="00B2166C"/>
    <w:rsid w:val="00B22B19"/>
    <w:rsid w:val="00B30BBD"/>
    <w:rsid w:val="00B43353"/>
    <w:rsid w:val="00B46ED4"/>
    <w:rsid w:val="00B53A64"/>
    <w:rsid w:val="00B55257"/>
    <w:rsid w:val="00B67AFA"/>
    <w:rsid w:val="00B71D18"/>
    <w:rsid w:val="00B8370B"/>
    <w:rsid w:val="00B874EE"/>
    <w:rsid w:val="00B900B7"/>
    <w:rsid w:val="00B97EE7"/>
    <w:rsid w:val="00BA78AE"/>
    <w:rsid w:val="00BC0585"/>
    <w:rsid w:val="00BE3AF9"/>
    <w:rsid w:val="00BF00A9"/>
    <w:rsid w:val="00BF3A4B"/>
    <w:rsid w:val="00C46C3E"/>
    <w:rsid w:val="00C47CD3"/>
    <w:rsid w:val="00C9350C"/>
    <w:rsid w:val="00CB0067"/>
    <w:rsid w:val="00CC6657"/>
    <w:rsid w:val="00CD145D"/>
    <w:rsid w:val="00CD7188"/>
    <w:rsid w:val="00D34D9F"/>
    <w:rsid w:val="00D36040"/>
    <w:rsid w:val="00D3679E"/>
    <w:rsid w:val="00D42CEC"/>
    <w:rsid w:val="00D45C83"/>
    <w:rsid w:val="00D605F8"/>
    <w:rsid w:val="00D8557F"/>
    <w:rsid w:val="00D857B8"/>
    <w:rsid w:val="00D90613"/>
    <w:rsid w:val="00DB39E1"/>
    <w:rsid w:val="00DC70DD"/>
    <w:rsid w:val="00DD0CD3"/>
    <w:rsid w:val="00DD13FB"/>
    <w:rsid w:val="00DD1904"/>
    <w:rsid w:val="00E00E93"/>
    <w:rsid w:val="00E071B6"/>
    <w:rsid w:val="00E21EED"/>
    <w:rsid w:val="00E2362B"/>
    <w:rsid w:val="00E24754"/>
    <w:rsid w:val="00E26EE4"/>
    <w:rsid w:val="00E30C09"/>
    <w:rsid w:val="00E41EB4"/>
    <w:rsid w:val="00E65A7C"/>
    <w:rsid w:val="00E70784"/>
    <w:rsid w:val="00E75EB3"/>
    <w:rsid w:val="00E84E5A"/>
    <w:rsid w:val="00E96ADB"/>
    <w:rsid w:val="00EA64AC"/>
    <w:rsid w:val="00EA6B33"/>
    <w:rsid w:val="00EE7FE8"/>
    <w:rsid w:val="00EF2007"/>
    <w:rsid w:val="00F16296"/>
    <w:rsid w:val="00F178B9"/>
    <w:rsid w:val="00F17A14"/>
    <w:rsid w:val="00F27890"/>
    <w:rsid w:val="00F55DE7"/>
    <w:rsid w:val="00F63C6E"/>
    <w:rsid w:val="00F722F3"/>
    <w:rsid w:val="00F75944"/>
    <w:rsid w:val="00FC3506"/>
    <w:rsid w:val="00FC3C1D"/>
    <w:rsid w:val="00FC5FD2"/>
    <w:rsid w:val="00FD5807"/>
    <w:rsid w:val="00FE0FBB"/>
    <w:rsid w:val="00FE12BE"/>
    <w:rsid w:val="00FE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"/>
    </o:shapedefaults>
    <o:shapelayout v:ext="edit">
      <o:idmap v:ext="edit" data="1"/>
    </o:shapelayout>
  </w:shapeDefaults>
  <w:decimalSymbol w:val="."/>
  <w:listSeparator w:val=","/>
  <w14:docId w14:val="58DE3A77"/>
  <w15:chartTrackingRefBased/>
  <w15:docId w15:val="{A06D69EA-A378-4328-9D12-23A75BFA3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LEFT%20SIDE\Venous%20Lt%20CV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Venous Lt CVI</Template>
  <TotalTime>0</TotalTime>
  <Pages>1</Pages>
  <Words>167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James, Robert</dc:creator>
  <cp:keywords/>
  <cp:lastModifiedBy>James, Robert</cp:lastModifiedBy>
  <cp:revision>2</cp:revision>
  <dcterms:created xsi:type="dcterms:W3CDTF">2020-08-07T09:27:00Z</dcterms:created>
  <dcterms:modified xsi:type="dcterms:W3CDTF">2020-08-07T09:27:00Z</dcterms:modified>
  <cp:category>Patient Report</cp:category>
</cp:coreProperties>
</file>